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0A5EA27" w14:textId="1C9ABB87" w:rsidR="008145D7" w:rsidRDefault="008145D7" w:rsidP="00E77D54">
      <w:pPr>
        <w:rPr>
          <w:szCs w:val="22"/>
        </w:rPr>
      </w:pPr>
      <w:r w:rsidRPr="00C85858">
        <w:rPr>
          <w:szCs w:val="22"/>
        </w:rPr>
        <w:t xml:space="preserve">Příloha č. </w:t>
      </w:r>
      <w:r w:rsidR="00C85858" w:rsidRPr="00C85858">
        <w:rPr>
          <w:szCs w:val="22"/>
        </w:rPr>
        <w:t>6</w:t>
      </w:r>
      <w:r w:rsidR="00332B68" w:rsidRPr="00C85858">
        <w:rPr>
          <w:szCs w:val="22"/>
        </w:rPr>
        <w:t xml:space="preserve"> </w:t>
      </w:r>
      <w:r w:rsidR="00910A74" w:rsidRPr="00C85858">
        <w:rPr>
          <w:lang w:eastAsia="cs-CZ"/>
        </w:rPr>
        <w:t>Zadávací dokumentace</w:t>
      </w:r>
      <w:r>
        <w:rPr>
          <w:color w:val="FF0000"/>
          <w:szCs w:val="22"/>
        </w:rPr>
        <w:t xml:space="preserve">   </w:t>
      </w:r>
    </w:p>
    <w:p w14:paraId="10A5EA28" w14:textId="7A6C380E" w:rsidR="008145D7" w:rsidRDefault="008145D7" w:rsidP="00E77D54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  <w:r w:rsidR="00E77D54">
        <w:rPr>
          <w:rFonts w:eastAsia="Times New Roman"/>
        </w:rPr>
        <w:t xml:space="preserve"> účastníka </w:t>
      </w:r>
    </w:p>
    <w:p w14:paraId="10A5EA2B" w14:textId="77777777" w:rsidR="008145D7" w:rsidRPr="001347BE" w:rsidRDefault="008145D7" w:rsidP="00E77D54">
      <w:pPr>
        <w:widowControl w:val="0"/>
        <w:autoSpaceDE w:val="0"/>
        <w:spacing w:line="297" w:lineRule="exact"/>
        <w:rPr>
          <w:rStyle w:val="Tun"/>
          <w:rFonts w:eastAsiaTheme="minorHAnsi"/>
        </w:rPr>
      </w:pPr>
      <w:r w:rsidRPr="001347BE">
        <w:rPr>
          <w:rStyle w:val="Tun"/>
          <w:rFonts w:eastAsiaTheme="minorHAnsi"/>
        </w:rPr>
        <w:t>Účastník:</w:t>
      </w:r>
    </w:p>
    <w:p w14:paraId="10A5EA2C" w14:textId="4D87E1A1" w:rsidR="008145D7" w:rsidRDefault="008145D7" w:rsidP="001347BE">
      <w:pPr>
        <w:pStyle w:val="Identifikace"/>
        <w:rPr>
          <w:lang w:eastAsia="cs-CZ"/>
        </w:rPr>
      </w:pPr>
      <w:r w:rsidRPr="001347BE">
        <w:rPr>
          <w:rStyle w:val="Tun"/>
          <w:rFonts w:eastAsiaTheme="minorHAnsi"/>
        </w:rPr>
        <w:t>Obchodní firma/jméno</w:t>
      </w:r>
      <w:r>
        <w:rPr>
          <w:lang w:eastAsia="cs-CZ"/>
        </w:rPr>
        <w:tab/>
      </w:r>
      <w:r w:rsidR="00E3197E" w:rsidRPr="00D0734A">
        <w:rPr>
          <w:bCs/>
          <w:highlight w:val="green"/>
          <w:lang w:val="en-US" w:eastAsia="cs-CZ"/>
        </w:rPr>
        <w:t>[</w:t>
      </w:r>
      <w:r w:rsidR="00E3197E" w:rsidRPr="00C84E50">
        <w:rPr>
          <w:bCs/>
          <w:highlight w:val="green"/>
          <w:lang w:eastAsia="cs-CZ"/>
        </w:rPr>
        <w:t>DOPLNÍ</w:t>
      </w:r>
      <w:r w:rsidR="00E3197E">
        <w:rPr>
          <w:highlight w:val="green"/>
          <w:lang w:eastAsia="cs-CZ"/>
        </w:rPr>
        <w:t xml:space="preserve"> ÚČASTNÍK</w:t>
      </w:r>
      <w:r w:rsidR="00E3197E">
        <w:rPr>
          <w:highlight w:val="green"/>
          <w:lang w:val="en-US" w:eastAsia="cs-CZ"/>
        </w:rPr>
        <w:t>]</w:t>
      </w:r>
    </w:p>
    <w:p w14:paraId="10A5EA2D" w14:textId="038AED8A" w:rsidR="008145D7" w:rsidRDefault="008145D7" w:rsidP="001347BE">
      <w:pPr>
        <w:pStyle w:val="Identifikace"/>
        <w:rPr>
          <w:lang w:eastAsia="cs-CZ"/>
        </w:rPr>
      </w:pPr>
      <w:r>
        <w:rPr>
          <w:lang w:eastAsia="cs-CZ"/>
        </w:rPr>
        <w:t>Sídlo/místo podnikání</w:t>
      </w:r>
      <w:r>
        <w:rPr>
          <w:lang w:eastAsia="cs-CZ"/>
        </w:rPr>
        <w:tab/>
      </w:r>
      <w:r w:rsidR="00E3197E" w:rsidRPr="00D0734A">
        <w:rPr>
          <w:bCs/>
          <w:highlight w:val="green"/>
          <w:lang w:val="en-US" w:eastAsia="cs-CZ"/>
        </w:rPr>
        <w:t>[</w:t>
      </w:r>
      <w:r w:rsidR="00E3197E" w:rsidRPr="00C84E50">
        <w:rPr>
          <w:bCs/>
          <w:highlight w:val="green"/>
          <w:lang w:eastAsia="cs-CZ"/>
        </w:rPr>
        <w:t>DOPLNÍ</w:t>
      </w:r>
      <w:r w:rsidR="00E3197E">
        <w:rPr>
          <w:highlight w:val="green"/>
          <w:lang w:eastAsia="cs-CZ"/>
        </w:rPr>
        <w:t xml:space="preserve"> ÚČASTNÍK</w:t>
      </w:r>
      <w:r w:rsidR="00E3197E">
        <w:rPr>
          <w:highlight w:val="green"/>
          <w:lang w:val="en-US" w:eastAsia="cs-CZ"/>
        </w:rPr>
        <w:t>]</w:t>
      </w:r>
    </w:p>
    <w:p w14:paraId="10A5EA2E" w14:textId="14561FC4" w:rsidR="008145D7" w:rsidRDefault="008145D7" w:rsidP="001347BE">
      <w:pPr>
        <w:pStyle w:val="Identifikace"/>
        <w:rPr>
          <w:lang w:eastAsia="cs-CZ"/>
        </w:rPr>
      </w:pPr>
      <w:r>
        <w:rPr>
          <w:lang w:eastAsia="cs-CZ"/>
        </w:rPr>
        <w:t>IČO</w:t>
      </w:r>
      <w:r>
        <w:rPr>
          <w:lang w:eastAsia="cs-CZ"/>
        </w:rPr>
        <w:tab/>
      </w:r>
      <w:r w:rsidR="00E3197E" w:rsidRPr="00D0734A">
        <w:rPr>
          <w:bCs/>
          <w:highlight w:val="green"/>
          <w:lang w:val="en-US" w:eastAsia="cs-CZ"/>
        </w:rPr>
        <w:t>[</w:t>
      </w:r>
      <w:r w:rsidR="00E3197E" w:rsidRPr="00C84E50">
        <w:rPr>
          <w:bCs/>
          <w:highlight w:val="green"/>
          <w:lang w:eastAsia="cs-CZ"/>
        </w:rPr>
        <w:t>DOPLNÍ</w:t>
      </w:r>
      <w:r w:rsidR="00E3197E">
        <w:rPr>
          <w:highlight w:val="green"/>
          <w:lang w:eastAsia="cs-CZ"/>
        </w:rPr>
        <w:t xml:space="preserve"> ÚČASTNÍK</w:t>
      </w:r>
      <w:r w:rsidR="00E3197E">
        <w:rPr>
          <w:highlight w:val="green"/>
          <w:lang w:val="en-US" w:eastAsia="cs-CZ"/>
        </w:rPr>
        <w:t>]</w:t>
      </w:r>
    </w:p>
    <w:p w14:paraId="10A5EA2F" w14:textId="643E15A9" w:rsidR="008145D7" w:rsidRDefault="008145D7" w:rsidP="001347BE">
      <w:pPr>
        <w:pStyle w:val="Identifikace"/>
      </w:pPr>
      <w:r>
        <w:t>Zastoupen</w:t>
      </w:r>
      <w:r>
        <w:tab/>
      </w:r>
      <w:r w:rsidR="00E3197E" w:rsidRPr="00D0734A">
        <w:rPr>
          <w:bCs/>
          <w:highlight w:val="green"/>
          <w:lang w:val="en-US"/>
        </w:rPr>
        <w:t>[</w:t>
      </w:r>
      <w:r w:rsidR="00E3197E" w:rsidRPr="00C84E50">
        <w:rPr>
          <w:bCs/>
          <w:highlight w:val="green"/>
        </w:rPr>
        <w:t>DOPLNÍ</w:t>
      </w:r>
      <w:r w:rsidR="00E3197E">
        <w:rPr>
          <w:highlight w:val="green"/>
        </w:rPr>
        <w:t xml:space="preserve"> ÚČASTNÍK</w:t>
      </w:r>
      <w:r w:rsidR="00E3197E">
        <w:rPr>
          <w:highlight w:val="green"/>
          <w:lang w:val="en-US"/>
        </w:rPr>
        <w:t>]</w:t>
      </w:r>
    </w:p>
    <w:p w14:paraId="72FBFE42" w14:textId="5DB2D42C" w:rsidR="005C48ED" w:rsidRDefault="007F769F" w:rsidP="00E77D54">
      <w:pPr>
        <w:spacing w:line="240" w:lineRule="auto"/>
        <w:rPr>
          <w:rFonts w:eastAsia="Times New Roman" w:cs="Times New Roman"/>
          <w:lang w:eastAsia="cs-CZ"/>
        </w:rPr>
      </w:pPr>
      <w:r w:rsidRPr="00C85858">
        <w:rPr>
          <w:rFonts w:eastAsia="Times New Roman" w:cs="Times New Roman"/>
          <w:lang w:eastAsia="cs-CZ"/>
        </w:rPr>
        <w:t>k</w:t>
      </w:r>
      <w:r w:rsidR="008145D7" w:rsidRPr="00C85858">
        <w:rPr>
          <w:rFonts w:eastAsia="Times New Roman" w:cs="Times New Roman"/>
          <w:lang w:eastAsia="cs-CZ"/>
        </w:rPr>
        <w:t xml:space="preserve">terý podává </w:t>
      </w:r>
      <w:r w:rsidRPr="00C85858">
        <w:rPr>
          <w:rFonts w:eastAsia="Times New Roman" w:cs="Times New Roman"/>
          <w:lang w:eastAsia="cs-CZ"/>
        </w:rPr>
        <w:t>nabídku/</w:t>
      </w:r>
      <w:r w:rsidR="005C48ED" w:rsidRPr="00C85858">
        <w:rPr>
          <w:rFonts w:eastAsia="Times New Roman" w:cs="Times New Roman"/>
          <w:lang w:eastAsia="cs-CZ"/>
        </w:rPr>
        <w:t>žádost o účast v</w:t>
      </w:r>
      <w:r w:rsidR="00E77D54" w:rsidRPr="00C85858">
        <w:rPr>
          <w:rFonts w:eastAsia="Times New Roman" w:cs="Times New Roman"/>
          <w:lang w:eastAsia="cs-CZ"/>
        </w:rPr>
        <w:t xml:space="preserve"> řízení na </w:t>
      </w:r>
      <w:r w:rsidR="005000E1" w:rsidRPr="00C85858">
        <w:rPr>
          <w:rFonts w:eastAsia="Times New Roman" w:cs="Times New Roman"/>
          <w:lang w:eastAsia="cs-CZ"/>
        </w:rPr>
        <w:t>zadání nadlimitní</w:t>
      </w:r>
      <w:r w:rsidR="008145D7" w:rsidRPr="00C85858">
        <w:rPr>
          <w:rFonts w:eastAsia="Times New Roman" w:cs="Times New Roman"/>
          <w:lang w:eastAsia="cs-CZ"/>
        </w:rPr>
        <w:t xml:space="preserve"> </w:t>
      </w:r>
      <w:r w:rsidR="001F103E" w:rsidRPr="00C85858">
        <w:rPr>
          <w:rFonts w:eastAsia="Times New Roman" w:cs="Times New Roman"/>
          <w:lang w:eastAsia="cs-CZ"/>
        </w:rPr>
        <w:t>sektorové veřejné zakázky</w:t>
      </w:r>
      <w:r w:rsidR="005C48ED" w:rsidRPr="00C85858">
        <w:rPr>
          <w:rFonts w:eastAsia="Times New Roman" w:cs="Times New Roman"/>
          <w:lang w:eastAsia="cs-CZ"/>
        </w:rPr>
        <w:t xml:space="preserve"> </w:t>
      </w:r>
      <w:r w:rsidR="008145D7" w:rsidRPr="00C85858">
        <w:rPr>
          <w:rFonts w:eastAsia="Times New Roman" w:cs="Times New Roman"/>
          <w:lang w:eastAsia="cs-CZ"/>
        </w:rPr>
        <w:t>s</w:t>
      </w:r>
      <w:r w:rsidR="00332B68" w:rsidRPr="00C85858">
        <w:rPr>
          <w:rFonts w:eastAsia="Times New Roman" w:cs="Times New Roman"/>
          <w:lang w:eastAsia="cs-CZ"/>
        </w:rPr>
        <w:t> </w:t>
      </w:r>
      <w:r w:rsidR="008145D7" w:rsidRPr="00C85858">
        <w:rPr>
          <w:rFonts w:eastAsia="Times New Roman" w:cs="Times New Roman"/>
          <w:lang w:eastAsia="cs-CZ"/>
        </w:rPr>
        <w:t xml:space="preserve">názvem </w:t>
      </w:r>
      <w:bookmarkStart w:id="0" w:name="_Toc403053768"/>
      <w:r w:rsidR="008145D7" w:rsidRPr="00C85858">
        <w:t>„</w:t>
      </w:r>
      <w:bookmarkEnd w:id="0"/>
      <w:r w:rsidR="00C85858" w:rsidRPr="00C85858">
        <w:rPr>
          <w:rStyle w:val="Tun"/>
          <w:rFonts w:eastAsiaTheme="minorHAnsi"/>
        </w:rPr>
        <w:t>Bezpečnostní vybavení serverových farem</w:t>
      </w:r>
      <w:r w:rsidR="008145D7" w:rsidRPr="00C85858">
        <w:t>“</w:t>
      </w:r>
      <w:r w:rsidR="008145D7" w:rsidRPr="00C85858">
        <w:rPr>
          <w:rFonts w:eastAsia="Times New Roman" w:cs="Times New Roman"/>
          <w:lang w:eastAsia="cs-CZ"/>
        </w:rPr>
        <w:t xml:space="preserve">, </w:t>
      </w:r>
      <w:r w:rsidR="00E77D54" w:rsidRPr="00C85858">
        <w:rPr>
          <w:rFonts w:eastAsia="Times New Roman" w:cs="Times New Roman"/>
          <w:lang w:eastAsia="cs-CZ"/>
        </w:rPr>
        <w:t>(</w:t>
      </w:r>
      <w:r w:rsidR="00332B68" w:rsidRPr="00C85858">
        <w:rPr>
          <w:rFonts w:eastAsia="Times New Roman" w:cs="Times New Roman"/>
          <w:lang w:eastAsia="cs-CZ"/>
        </w:rPr>
        <w:t>dále jen „</w:t>
      </w:r>
      <w:r w:rsidR="00332B68" w:rsidRPr="00C85858">
        <w:rPr>
          <w:rStyle w:val="Kurzvatun"/>
          <w:rFonts w:eastAsiaTheme="minorHAnsi"/>
        </w:rPr>
        <w:t>Veřejná zakázka</w:t>
      </w:r>
      <w:r w:rsidR="00332B68" w:rsidRPr="00C85858">
        <w:rPr>
          <w:rFonts w:eastAsia="Times New Roman" w:cs="Times New Roman"/>
          <w:lang w:eastAsia="cs-CZ"/>
        </w:rPr>
        <w:t>“</w:t>
      </w:r>
      <w:r w:rsidR="00E77D54" w:rsidRPr="00C85858">
        <w:rPr>
          <w:rFonts w:eastAsia="Times New Roman" w:cs="Times New Roman"/>
          <w:lang w:eastAsia="cs-CZ"/>
        </w:rPr>
        <w:t xml:space="preserve"> a </w:t>
      </w:r>
      <w:r w:rsidR="00E77D54" w:rsidRPr="00C85858">
        <w:t>„</w:t>
      </w:r>
      <w:r w:rsidR="00E77D54" w:rsidRPr="00C85858">
        <w:rPr>
          <w:rStyle w:val="Kurzvatun"/>
          <w:rFonts w:eastAsiaTheme="minorHAnsi"/>
        </w:rPr>
        <w:t>Zadávací řízení</w:t>
      </w:r>
      <w:r w:rsidR="00E77D54" w:rsidRPr="00C85858">
        <w:t>“</w:t>
      </w:r>
      <w:r w:rsidR="00E77D54" w:rsidRPr="00C85858">
        <w:rPr>
          <w:rFonts w:eastAsia="Times New Roman" w:cs="Times New Roman"/>
          <w:lang w:eastAsia="cs-CZ"/>
        </w:rPr>
        <w:t>)</w:t>
      </w:r>
      <w:r w:rsidR="00332B68" w:rsidRPr="00C85858">
        <w:rPr>
          <w:rFonts w:eastAsia="Times New Roman" w:cs="Times New Roman"/>
          <w:lang w:eastAsia="cs-CZ"/>
        </w:rPr>
        <w:t>,</w:t>
      </w:r>
      <w:r w:rsidR="008145D7" w:rsidRPr="00C85858">
        <w:rPr>
          <w:rFonts w:eastAsia="Times New Roman" w:cs="Times New Roman"/>
          <w:lang w:eastAsia="cs-CZ"/>
        </w:rPr>
        <w:t xml:space="preserve"> tímto čestně prohlašuje, že</w:t>
      </w:r>
      <w:r w:rsidR="005C48ED" w:rsidRPr="00C85858">
        <w:rPr>
          <w:rFonts w:eastAsia="Times New Roman" w:cs="Times New Roman"/>
          <w:lang w:eastAsia="cs-CZ"/>
        </w:rPr>
        <w:t>:</w:t>
      </w:r>
    </w:p>
    <w:p w14:paraId="34C5D1A3" w14:textId="44C5B6F6" w:rsidR="005C48ED" w:rsidRDefault="00525B63" w:rsidP="001347BE">
      <w:pPr>
        <w:pStyle w:val="aodst"/>
      </w:pPr>
      <w:r w:rsidRPr="001347BE">
        <w:rPr>
          <w:rStyle w:val="Tun"/>
          <w:rFonts w:eastAsia="Calibri"/>
        </w:rPr>
        <w:t>není</w:t>
      </w:r>
      <w:r w:rsidRPr="007F769F">
        <w:t xml:space="preserve"> obchodní společností, ve které veřejný funkcionář uvedený v</w:t>
      </w:r>
      <w:r w:rsidR="00332B68">
        <w:t> </w:t>
      </w:r>
      <w:proofErr w:type="spellStart"/>
      <w:r w:rsidRPr="007F769F">
        <w:t>ust</w:t>
      </w:r>
      <w:proofErr w:type="spellEnd"/>
      <w:r w:rsidRPr="007F769F">
        <w:t xml:space="preserve">. § 2 odst. 1 písm. c) zákona č. 159/2006 Sb., o střetu zájmů, ve znění pozdějších předpisů (dále </w:t>
      </w:r>
      <w:r w:rsidRPr="00E77D54">
        <w:t>jen</w:t>
      </w:r>
      <w:r w:rsidRPr="00E77D54">
        <w:rPr>
          <w:b/>
          <w:i/>
        </w:rPr>
        <w:t xml:space="preserve"> </w:t>
      </w:r>
      <w:r w:rsidRPr="001347BE">
        <w:t>„</w:t>
      </w:r>
      <w:r w:rsidR="00E77D54" w:rsidRPr="001347BE">
        <w:rPr>
          <w:rStyle w:val="Kurzvatun"/>
          <w:rFonts w:eastAsia="Calibri"/>
        </w:rPr>
        <w:t>Z</w:t>
      </w:r>
      <w:r w:rsidRPr="001347BE">
        <w:rPr>
          <w:rStyle w:val="Kurzvatun"/>
          <w:rFonts w:eastAsia="Calibri"/>
        </w:rPr>
        <w:t>ákon o střetu zájmů</w:t>
      </w:r>
      <w:r w:rsidRPr="001347BE">
        <w:t>“</w:t>
      </w:r>
      <w:r w:rsidRPr="007F769F">
        <w:t>) nebo jím ovládaná osoba vlastní podíl představující alespoň 25 % účasti společníka v</w:t>
      </w:r>
      <w:r w:rsidR="00332B68" w:rsidRPr="007F769F">
        <w:t> </w:t>
      </w:r>
      <w:r w:rsidRPr="007F769F">
        <w:t>obchodní společnosti</w:t>
      </w:r>
      <w:r w:rsidR="005C48ED" w:rsidRPr="007F769F">
        <w:t>,</w:t>
      </w:r>
      <w:r w:rsidR="002434CB" w:rsidRPr="007F769F">
        <w:t xml:space="preserve"> a</w:t>
      </w:r>
    </w:p>
    <w:p w14:paraId="7283F39D" w14:textId="1275A26B" w:rsidR="00525B63" w:rsidRPr="007F769F" w:rsidRDefault="007F769F" w:rsidP="001347BE">
      <w:pPr>
        <w:pStyle w:val="aodst"/>
      </w:pPr>
      <w:r w:rsidRPr="007F769F">
        <w:t>žádní</w:t>
      </w:r>
      <w:r w:rsidR="00085C46" w:rsidRPr="007F769F">
        <w:t xml:space="preserve"> </w:t>
      </w:r>
      <w:r w:rsidR="00525B63" w:rsidRPr="007F769F">
        <w:t>poddodavatel</w:t>
      </w:r>
      <w:r w:rsidRPr="007F769F">
        <w:t>é</w:t>
      </w:r>
      <w:r w:rsidR="00525B63" w:rsidRPr="007F769F">
        <w:t xml:space="preserve">, </w:t>
      </w:r>
      <w:r w:rsidRPr="007F769F">
        <w:t>jimiž</w:t>
      </w:r>
      <w:r w:rsidR="00085C46" w:rsidRPr="007F769F">
        <w:t xml:space="preserve"> </w:t>
      </w:r>
      <w:r w:rsidR="00525B63" w:rsidRPr="007F769F">
        <w:t>prokazuje kvalifikaci</w:t>
      </w:r>
      <w:r w:rsidR="00E77D54">
        <w:t xml:space="preserve"> v Zadávacím řízení</w:t>
      </w:r>
      <w:r w:rsidR="00525B63" w:rsidRPr="007F769F">
        <w:t xml:space="preserve">, </w:t>
      </w:r>
      <w:r w:rsidRPr="001347BE">
        <w:rPr>
          <w:rStyle w:val="Tun"/>
          <w:rFonts w:eastAsia="Calibri"/>
        </w:rPr>
        <w:t>nejsou</w:t>
      </w:r>
      <w:r w:rsidR="00085C46" w:rsidRPr="007F769F">
        <w:t xml:space="preserve"> </w:t>
      </w:r>
      <w:r w:rsidR="00525B63" w:rsidRPr="007F769F">
        <w:t>obchodní společností, ve které veřejný funkcionář uvedený v</w:t>
      </w:r>
      <w:r w:rsidR="00332B68" w:rsidRPr="007F769F">
        <w:t> </w:t>
      </w:r>
      <w:proofErr w:type="spellStart"/>
      <w:r w:rsidR="00525B63" w:rsidRPr="007F769F">
        <w:t>ust</w:t>
      </w:r>
      <w:proofErr w:type="spellEnd"/>
      <w:r w:rsidR="00525B63" w:rsidRPr="007F769F">
        <w:t xml:space="preserve">. § 2 odst. 1 písm. c) </w:t>
      </w:r>
      <w:r w:rsidR="00E77D54">
        <w:t>Z</w:t>
      </w:r>
      <w:r w:rsidR="00525B63" w:rsidRPr="007F769F">
        <w:t>ákona o střetu zájmů nebo jím ovládaná osoba vlastní podíl představující alespoň 25</w:t>
      </w:r>
      <w:r w:rsidR="009564A1" w:rsidRPr="007F769F">
        <w:rPr>
          <w:rFonts w:eastAsia="Times New Roman"/>
          <w:lang w:eastAsia="cs-CZ"/>
        </w:rPr>
        <w:t> </w:t>
      </w:r>
      <w:r w:rsidR="00525B63" w:rsidRPr="007F769F">
        <w:t>% účasti společníka v</w:t>
      </w:r>
      <w:r w:rsidR="00332B68" w:rsidRPr="007F769F">
        <w:t> </w:t>
      </w:r>
      <w:r w:rsidR="00525B63" w:rsidRPr="007F769F">
        <w:t>obchodní společnosti.</w:t>
      </w:r>
    </w:p>
    <w:p w14:paraId="7F7342D2" w14:textId="2F443B20" w:rsidR="005C48ED" w:rsidRPr="007F769F" w:rsidRDefault="005C48ED" w:rsidP="00E77D54">
      <w:pPr>
        <w:spacing w:line="240" w:lineRule="auto"/>
        <w:rPr>
          <w:rFonts w:eastAsia="Calibri" w:cs="Times New Roman"/>
        </w:rPr>
      </w:pPr>
      <w:r w:rsidRPr="007F769F">
        <w:rPr>
          <w:rFonts w:eastAsia="Calibri" w:cs="Times New Roman"/>
        </w:rPr>
        <w:t>Účastník dále čestně prohlašuje, že dostane-li se Účastník nebo poddodavatel, jímž prokazoval kvalifikaci</w:t>
      </w:r>
      <w:r w:rsidR="00E77D54">
        <w:rPr>
          <w:rFonts w:eastAsia="Calibri" w:cs="Times New Roman"/>
        </w:rPr>
        <w:t xml:space="preserve"> v Zadávacím řízení</w:t>
      </w:r>
      <w:r w:rsidRPr="007F769F">
        <w:rPr>
          <w:rFonts w:eastAsia="Calibri" w:cs="Times New Roman"/>
        </w:rPr>
        <w:t xml:space="preserve">, do střetu zájmů dle § 4b </w:t>
      </w:r>
      <w:r w:rsidR="00E77D54">
        <w:rPr>
          <w:rFonts w:eastAsia="Calibri" w:cs="Times New Roman"/>
        </w:rPr>
        <w:t>Z</w:t>
      </w:r>
      <w:r w:rsidRPr="007F769F">
        <w:rPr>
          <w:rFonts w:eastAsia="Calibri" w:cs="Times New Roman"/>
        </w:rPr>
        <w:t xml:space="preserve">ákona o střetu zájmů, </w:t>
      </w:r>
      <w:r w:rsidR="00E77D54" w:rsidRPr="007F769F">
        <w:rPr>
          <w:rFonts w:eastAsia="Calibri" w:cs="Times New Roman"/>
        </w:rPr>
        <w:t xml:space="preserve">a to kdykoliv až do okamžiku ukončení </w:t>
      </w:r>
      <w:r w:rsidR="00E77D54">
        <w:rPr>
          <w:rFonts w:eastAsia="Calibri" w:cs="Times New Roman"/>
        </w:rPr>
        <w:t>Z</w:t>
      </w:r>
      <w:r w:rsidR="00E77D54" w:rsidRPr="007F769F">
        <w:rPr>
          <w:rFonts w:eastAsia="Calibri" w:cs="Times New Roman"/>
        </w:rPr>
        <w:t>adávacího řízení</w:t>
      </w:r>
      <w:r w:rsidR="00E77D54">
        <w:rPr>
          <w:rFonts w:eastAsia="Calibri" w:cs="Times New Roman"/>
        </w:rPr>
        <w:t>,</w:t>
      </w:r>
      <w:r w:rsidR="00E77D54" w:rsidRPr="007F769F">
        <w:rPr>
          <w:rFonts w:eastAsia="Calibri" w:cs="Times New Roman"/>
        </w:rPr>
        <w:t xml:space="preserve"> </w:t>
      </w:r>
      <w:r w:rsidRPr="007F769F">
        <w:rPr>
          <w:rFonts w:eastAsia="Calibri" w:cs="Times New Roman"/>
        </w:rPr>
        <w:t>oznámí tuto skutečnost bez zbytečného odkladu zadavateli</w:t>
      </w:r>
      <w:r w:rsidR="00332B68" w:rsidRPr="007F769F">
        <w:rPr>
          <w:rFonts w:eastAsia="Calibri" w:cs="Times New Roman"/>
        </w:rPr>
        <w:t xml:space="preserve"> Veřejné zakázky.</w:t>
      </w:r>
    </w:p>
    <w:p w14:paraId="7369393B" w14:textId="77777777" w:rsidR="00A2562F" w:rsidRPr="00A035EA" w:rsidRDefault="00A2562F" w:rsidP="00E77D54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10A5EA36" w14:textId="18669F33" w:rsidR="008145D7" w:rsidRDefault="008145D7" w:rsidP="001347BE">
      <w:pPr>
        <w:pStyle w:val="Mstoadatum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 xml:space="preserve">V </w:t>
      </w:r>
      <w:r w:rsidR="00E3197E" w:rsidRPr="00D0734A">
        <w:rPr>
          <w:rFonts w:eastAsia="Times New Roman"/>
          <w:bCs/>
          <w:highlight w:val="green"/>
          <w:lang w:val="en-US" w:eastAsia="cs-CZ"/>
        </w:rPr>
        <w:t>[</w:t>
      </w:r>
      <w:r w:rsidR="00E3197E" w:rsidRPr="00C84E50">
        <w:rPr>
          <w:rFonts w:eastAsia="Times New Roman"/>
          <w:bCs/>
          <w:highlight w:val="green"/>
          <w:lang w:eastAsia="cs-CZ"/>
        </w:rPr>
        <w:t>DOPLNÍ</w:t>
      </w:r>
      <w:r w:rsidR="00E3197E">
        <w:rPr>
          <w:rFonts w:eastAsia="Times New Roman"/>
          <w:highlight w:val="green"/>
          <w:lang w:eastAsia="cs-CZ"/>
        </w:rPr>
        <w:t xml:space="preserve"> ÚČASTNÍK</w:t>
      </w:r>
      <w:r w:rsidR="00E3197E">
        <w:rPr>
          <w:rFonts w:eastAsia="Times New Roman"/>
          <w:highlight w:val="green"/>
          <w:lang w:val="en-US" w:eastAsia="cs-CZ"/>
        </w:rPr>
        <w:t>]</w:t>
      </w:r>
      <w:r>
        <w:rPr>
          <w:rFonts w:eastAsia="Times New Roman"/>
          <w:lang w:eastAsia="cs-CZ"/>
        </w:rPr>
        <w:t xml:space="preserve"> dne </w:t>
      </w:r>
      <w:r w:rsidR="00E3197E" w:rsidRPr="00D0734A">
        <w:rPr>
          <w:rFonts w:eastAsia="Times New Roman"/>
          <w:bCs/>
          <w:highlight w:val="green"/>
          <w:lang w:val="en-US" w:eastAsia="cs-CZ"/>
        </w:rPr>
        <w:t>[</w:t>
      </w:r>
      <w:r w:rsidR="00E3197E" w:rsidRPr="00C84E50">
        <w:rPr>
          <w:rFonts w:eastAsia="Times New Roman"/>
          <w:bCs/>
          <w:highlight w:val="green"/>
          <w:lang w:eastAsia="cs-CZ"/>
        </w:rPr>
        <w:t>DOPLNÍ</w:t>
      </w:r>
      <w:r w:rsidR="00E3197E">
        <w:rPr>
          <w:rFonts w:eastAsia="Times New Roman"/>
          <w:highlight w:val="green"/>
          <w:lang w:eastAsia="cs-CZ"/>
        </w:rPr>
        <w:t xml:space="preserve"> ÚČASTNÍK</w:t>
      </w:r>
      <w:r w:rsidR="00E3197E">
        <w:rPr>
          <w:rFonts w:eastAsia="Times New Roman"/>
          <w:highlight w:val="green"/>
          <w:lang w:val="en-US" w:eastAsia="cs-CZ"/>
        </w:rPr>
        <w:t>]</w:t>
      </w:r>
    </w:p>
    <w:p w14:paraId="10A5EA3A" w14:textId="77777777" w:rsidR="009F392E" w:rsidRPr="008145D7" w:rsidRDefault="009F392E" w:rsidP="00557B15"/>
    <w:sectPr w:rsidR="009F392E" w:rsidRPr="008145D7" w:rsidSect="001347BE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4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78FE042" w14:textId="77777777" w:rsidR="00AF5645" w:rsidRDefault="00AF5645" w:rsidP="00962258">
      <w:pPr>
        <w:spacing w:after="0" w:line="240" w:lineRule="auto"/>
      </w:pPr>
      <w:r>
        <w:separator/>
      </w:r>
    </w:p>
  </w:endnote>
  <w:endnote w:type="continuationSeparator" w:id="0">
    <w:p w14:paraId="6D185279" w14:textId="77777777" w:rsidR="00AF5645" w:rsidRDefault="00AF5645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4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44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145D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4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0A5EA47" w14:textId="77777777" w:rsidR="00F1715C" w:rsidRDefault="00F1715C" w:rsidP="00D831A3">
          <w:pPr>
            <w:pStyle w:val="Zpat"/>
          </w:pPr>
        </w:p>
      </w:tc>
    </w:tr>
  </w:tbl>
  <w:p w14:paraId="10A5EA4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0A5EA5E" wp14:editId="10A5EA5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AD12E0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0A5EA60" wp14:editId="10A5EA6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2600D9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3858C6" w14:paraId="10A5EA5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54" w14:textId="09356B33" w:rsidR="003858C6" w:rsidRPr="00B8518B" w:rsidRDefault="003858C6" w:rsidP="003858C6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56" w14:textId="02FA6AAC" w:rsidR="003858C6" w:rsidRDefault="003858C6" w:rsidP="001347BE">
          <w:pPr>
            <w:pStyle w:val="Zpat"/>
            <w:jc w:val="left"/>
          </w:pPr>
          <w:r w:rsidRPr="00334C8D">
            <w:rPr>
              <w:szCs w:val="12"/>
            </w:rPr>
            <w:t>Správa železnic, státní organizace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zapsána v obchodním rejstříku vedeném Městským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59" w14:textId="71A36432" w:rsidR="003858C6" w:rsidRDefault="003858C6" w:rsidP="001347BE">
          <w:pPr>
            <w:pStyle w:val="Zpat"/>
            <w:jc w:val="left"/>
          </w:pPr>
          <w:r w:rsidRPr="00334C8D">
            <w:rPr>
              <w:szCs w:val="12"/>
            </w:rPr>
            <w:t>Sídlo: Dlážděná 1003/7, 110 00 Praha 1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IČ: 709 94 234 DIČ: CZ 709 94</w:t>
          </w:r>
          <w:r>
            <w:rPr>
              <w:szCs w:val="12"/>
            </w:rPr>
            <w:t> </w:t>
          </w:r>
          <w:r w:rsidRPr="00334C8D">
            <w:rPr>
              <w:szCs w:val="12"/>
            </w:rPr>
            <w:t>234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www.</w:t>
          </w:r>
          <w:r>
            <w:rPr>
              <w:szCs w:val="12"/>
            </w:rPr>
            <w:t>spravazeleznic</w:t>
          </w:r>
          <w:r w:rsidRPr="00334C8D">
            <w:rPr>
              <w:szCs w:val="12"/>
            </w:rPr>
            <w:t>.cz</w:t>
          </w:r>
        </w:p>
      </w:tc>
      <w:tc>
        <w:tcPr>
          <w:tcW w:w="2921" w:type="dxa"/>
        </w:tcPr>
        <w:p w14:paraId="10A5EA5A" w14:textId="77777777" w:rsidR="003858C6" w:rsidRDefault="003858C6" w:rsidP="003858C6">
          <w:pPr>
            <w:pStyle w:val="Zpat"/>
          </w:pPr>
        </w:p>
      </w:tc>
    </w:tr>
  </w:tbl>
  <w:p w14:paraId="10A5EA5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0A5EA64" wp14:editId="10A5EA6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0B4F01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0A5EA66" wp14:editId="10A5EA6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EF9B770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0A5EA5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AF77AB2" w14:textId="77777777" w:rsidR="00AF5645" w:rsidRDefault="00AF5645" w:rsidP="00962258">
      <w:pPr>
        <w:spacing w:after="0" w:line="240" w:lineRule="auto"/>
      </w:pPr>
      <w:r>
        <w:separator/>
      </w:r>
    </w:p>
  </w:footnote>
  <w:footnote w:type="continuationSeparator" w:id="0">
    <w:p w14:paraId="6FA388CE" w14:textId="77777777" w:rsidR="00AF5645" w:rsidRDefault="00AF5645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0A5EA3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1" w14:textId="77777777" w:rsidR="00F1715C" w:rsidRPr="00D6163D" w:rsidRDefault="00F1715C" w:rsidP="00D6163D">
          <w:pPr>
            <w:pStyle w:val="Druhdokumentu"/>
          </w:pPr>
        </w:p>
      </w:tc>
    </w:tr>
  </w:tbl>
  <w:p w14:paraId="10A5EA4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0A5EA4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4C" w14:textId="77777777" w:rsidR="00F1715C" w:rsidRPr="00D6163D" w:rsidRDefault="00F1715C" w:rsidP="00FC6389">
          <w:pPr>
            <w:pStyle w:val="Druhdokumentu"/>
          </w:pPr>
        </w:p>
      </w:tc>
    </w:tr>
    <w:tr w:rsidR="009F392E" w14:paraId="10A5EA51" w14:textId="77777777" w:rsidTr="001347BE">
      <w:trPr>
        <w:trHeight w:hRule="exact" w:val="177"/>
      </w:trPr>
      <w:tc>
        <w:tcPr>
          <w:tcW w:w="0" w:type="dxa"/>
          <w:tcMar>
            <w:left w:w="0" w:type="dxa"/>
            <w:right w:w="0" w:type="dxa"/>
          </w:tcMar>
        </w:tcPr>
        <w:p w14:paraId="10A5EA4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0" w:type="dxa"/>
          <w:shd w:val="clear" w:color="auto" w:fill="auto"/>
          <w:tcMar>
            <w:left w:w="0" w:type="dxa"/>
            <w:right w:w="0" w:type="dxa"/>
          </w:tcMar>
        </w:tcPr>
        <w:p w14:paraId="10A5EA4F" w14:textId="77777777" w:rsidR="009F392E" w:rsidRDefault="009F392E" w:rsidP="00FC6389">
          <w:pPr>
            <w:pStyle w:val="Zpat"/>
          </w:pPr>
        </w:p>
      </w:tc>
      <w:tc>
        <w:tcPr>
          <w:tcW w:w="0" w:type="dxa"/>
          <w:shd w:val="clear" w:color="auto" w:fill="auto"/>
          <w:tcMar>
            <w:left w:w="0" w:type="dxa"/>
            <w:right w:w="0" w:type="dxa"/>
          </w:tcMar>
        </w:tcPr>
        <w:p w14:paraId="10A5EA50" w14:textId="77777777" w:rsidR="009F392E" w:rsidRPr="00D6163D" w:rsidRDefault="009F392E" w:rsidP="00FC6389">
          <w:pPr>
            <w:pStyle w:val="Druhdokumentu"/>
          </w:pPr>
        </w:p>
      </w:tc>
    </w:tr>
  </w:tbl>
  <w:p w14:paraId="10A5EA5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0A5EA62" wp14:editId="10A5EA6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480704138" name="Obrázek 48070413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0A5EA5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multilevel"/>
    <w:tmpl w:val="7F0C4C0E"/>
    <w:lvl w:ilvl="0">
      <w:start w:val="1"/>
      <w:numFmt w:val="lowerLetter"/>
      <w:pStyle w:val="aodst"/>
      <w:lvlText w:val="%1)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 w16cid:durableId="56051332">
    <w:abstractNumId w:val="3"/>
  </w:num>
  <w:num w:numId="2" w16cid:durableId="865604729">
    <w:abstractNumId w:val="1"/>
  </w:num>
  <w:num w:numId="3" w16cid:durableId="83993007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53406578">
    <w:abstractNumId w:val="8"/>
  </w:num>
  <w:num w:numId="5" w16cid:durableId="1347634429">
    <w:abstractNumId w:val="4"/>
  </w:num>
  <w:num w:numId="6" w16cid:durableId="548104072">
    <w:abstractNumId w:val="5"/>
  </w:num>
  <w:num w:numId="7" w16cid:durableId="1152647955">
    <w:abstractNumId w:val="0"/>
  </w:num>
  <w:num w:numId="8" w16cid:durableId="1112437267">
    <w:abstractNumId w:val="6"/>
  </w:num>
  <w:num w:numId="9" w16cid:durableId="89497285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50158424">
    <w:abstractNumId w:val="5"/>
  </w:num>
  <w:num w:numId="11" w16cid:durableId="691804249">
    <w:abstractNumId w:val="1"/>
  </w:num>
  <w:num w:numId="12" w16cid:durableId="863254714">
    <w:abstractNumId w:val="5"/>
  </w:num>
  <w:num w:numId="13" w16cid:durableId="225532791">
    <w:abstractNumId w:val="5"/>
  </w:num>
  <w:num w:numId="14" w16cid:durableId="1477726499">
    <w:abstractNumId w:val="5"/>
  </w:num>
  <w:num w:numId="15" w16cid:durableId="42756203">
    <w:abstractNumId w:val="5"/>
  </w:num>
  <w:num w:numId="16" w16cid:durableId="999116579">
    <w:abstractNumId w:val="9"/>
  </w:num>
  <w:num w:numId="17" w16cid:durableId="1752966944">
    <w:abstractNumId w:val="3"/>
  </w:num>
  <w:num w:numId="18" w16cid:durableId="1027221191">
    <w:abstractNumId w:val="9"/>
  </w:num>
  <w:num w:numId="19" w16cid:durableId="1377974415">
    <w:abstractNumId w:val="9"/>
  </w:num>
  <w:num w:numId="20" w16cid:durableId="1131560277">
    <w:abstractNumId w:val="9"/>
  </w:num>
  <w:num w:numId="21" w16cid:durableId="778643790">
    <w:abstractNumId w:val="9"/>
  </w:num>
  <w:num w:numId="22" w16cid:durableId="944964106">
    <w:abstractNumId w:val="5"/>
  </w:num>
  <w:num w:numId="23" w16cid:durableId="1274630763">
    <w:abstractNumId w:val="1"/>
  </w:num>
  <w:num w:numId="24" w16cid:durableId="660548762">
    <w:abstractNumId w:val="5"/>
  </w:num>
  <w:num w:numId="25" w16cid:durableId="1891771420">
    <w:abstractNumId w:val="5"/>
  </w:num>
  <w:num w:numId="26" w16cid:durableId="1299334754">
    <w:abstractNumId w:val="5"/>
  </w:num>
  <w:num w:numId="27" w16cid:durableId="302545406">
    <w:abstractNumId w:val="5"/>
  </w:num>
  <w:num w:numId="28" w16cid:durableId="907499733">
    <w:abstractNumId w:val="9"/>
  </w:num>
  <w:num w:numId="29" w16cid:durableId="277953917">
    <w:abstractNumId w:val="3"/>
  </w:num>
  <w:num w:numId="30" w16cid:durableId="2020035279">
    <w:abstractNumId w:val="9"/>
  </w:num>
  <w:num w:numId="31" w16cid:durableId="983775749">
    <w:abstractNumId w:val="9"/>
  </w:num>
  <w:num w:numId="32" w16cid:durableId="1916619719">
    <w:abstractNumId w:val="9"/>
  </w:num>
  <w:num w:numId="33" w16cid:durableId="726029839">
    <w:abstractNumId w:val="9"/>
  </w:num>
  <w:num w:numId="34" w16cid:durableId="528177630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5C46"/>
    <w:rsid w:val="00086D8C"/>
    <w:rsid w:val="000E23A7"/>
    <w:rsid w:val="0010693F"/>
    <w:rsid w:val="00114363"/>
    <w:rsid w:val="00114472"/>
    <w:rsid w:val="001347BE"/>
    <w:rsid w:val="00154352"/>
    <w:rsid w:val="001550BC"/>
    <w:rsid w:val="001605B9"/>
    <w:rsid w:val="00170EC5"/>
    <w:rsid w:val="001747C1"/>
    <w:rsid w:val="001828BE"/>
    <w:rsid w:val="00184743"/>
    <w:rsid w:val="001F103E"/>
    <w:rsid w:val="00207DF5"/>
    <w:rsid w:val="002434CB"/>
    <w:rsid w:val="00280E07"/>
    <w:rsid w:val="002C31BF"/>
    <w:rsid w:val="002D08B1"/>
    <w:rsid w:val="002E0CD7"/>
    <w:rsid w:val="002E5F57"/>
    <w:rsid w:val="00317055"/>
    <w:rsid w:val="00321C9B"/>
    <w:rsid w:val="00332B68"/>
    <w:rsid w:val="00341DCF"/>
    <w:rsid w:val="00357BC6"/>
    <w:rsid w:val="003858C6"/>
    <w:rsid w:val="003956C6"/>
    <w:rsid w:val="00432591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000E1"/>
    <w:rsid w:val="00511AB9"/>
    <w:rsid w:val="00523EA7"/>
    <w:rsid w:val="00525B63"/>
    <w:rsid w:val="00553375"/>
    <w:rsid w:val="00557B15"/>
    <w:rsid w:val="00557C28"/>
    <w:rsid w:val="005736B7"/>
    <w:rsid w:val="00575E5A"/>
    <w:rsid w:val="005C48ED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E6DB6"/>
    <w:rsid w:val="007F56A7"/>
    <w:rsid w:val="007F769F"/>
    <w:rsid w:val="00807DD0"/>
    <w:rsid w:val="00812EDC"/>
    <w:rsid w:val="008145D7"/>
    <w:rsid w:val="0084079D"/>
    <w:rsid w:val="008659F3"/>
    <w:rsid w:val="00886D4B"/>
    <w:rsid w:val="00895406"/>
    <w:rsid w:val="008A3568"/>
    <w:rsid w:val="008D03B9"/>
    <w:rsid w:val="008F18D6"/>
    <w:rsid w:val="00904780"/>
    <w:rsid w:val="00910A74"/>
    <w:rsid w:val="00922385"/>
    <w:rsid w:val="009223DF"/>
    <w:rsid w:val="00923DE9"/>
    <w:rsid w:val="00936091"/>
    <w:rsid w:val="00940D8A"/>
    <w:rsid w:val="009564A1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2562F"/>
    <w:rsid w:val="00A262EA"/>
    <w:rsid w:val="00A6177B"/>
    <w:rsid w:val="00A66136"/>
    <w:rsid w:val="00AA4CBB"/>
    <w:rsid w:val="00AA65FA"/>
    <w:rsid w:val="00AA7351"/>
    <w:rsid w:val="00AD056F"/>
    <w:rsid w:val="00AD6731"/>
    <w:rsid w:val="00AF5645"/>
    <w:rsid w:val="00B15D0D"/>
    <w:rsid w:val="00B75EE1"/>
    <w:rsid w:val="00B77481"/>
    <w:rsid w:val="00B8518B"/>
    <w:rsid w:val="00BD7E91"/>
    <w:rsid w:val="00C02D0A"/>
    <w:rsid w:val="00C03A6E"/>
    <w:rsid w:val="00C17A08"/>
    <w:rsid w:val="00C31A98"/>
    <w:rsid w:val="00C44F6A"/>
    <w:rsid w:val="00C47AE3"/>
    <w:rsid w:val="00C60944"/>
    <w:rsid w:val="00C76D6D"/>
    <w:rsid w:val="00C85858"/>
    <w:rsid w:val="00CD1FC4"/>
    <w:rsid w:val="00D21061"/>
    <w:rsid w:val="00D4108E"/>
    <w:rsid w:val="00D6163D"/>
    <w:rsid w:val="00D62090"/>
    <w:rsid w:val="00D73D46"/>
    <w:rsid w:val="00D831A3"/>
    <w:rsid w:val="00DC75F3"/>
    <w:rsid w:val="00DD46F3"/>
    <w:rsid w:val="00DE56F2"/>
    <w:rsid w:val="00DF09FD"/>
    <w:rsid w:val="00DF116D"/>
    <w:rsid w:val="00E3197E"/>
    <w:rsid w:val="00E36C4A"/>
    <w:rsid w:val="00E77D54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10A5EA27"/>
  <w14:defaultImageDpi w14:val="32767"/>
  <w15:docId w15:val="{2AAE310B-833E-4A66-A32E-94E6E6AAD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57B15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557B15"/>
    <w:pPr>
      <w:keepNext/>
      <w:keepLines/>
      <w:suppressAutoHyphens/>
      <w:spacing w:before="32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557B15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A262E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262E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262E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262E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262EA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332B68"/>
    <w:pPr>
      <w:spacing w:after="0" w:line="240" w:lineRule="auto"/>
    </w:pPr>
  </w:style>
  <w:style w:type="character" w:customStyle="1" w:styleId="Tun">
    <w:name w:val="Tučně"/>
    <w:basedOn w:val="Standardnpsmoodstavce"/>
    <w:uiPriority w:val="1"/>
    <w:qFormat/>
    <w:rsid w:val="00557B15"/>
    <w:rPr>
      <w:rFonts w:ascii="Verdana" w:eastAsia="Times New Roman" w:hAnsi="Verdana" w:cs="Times New Roman"/>
      <w:b/>
      <w:sz w:val="18"/>
      <w:lang w:eastAsia="cs-CZ"/>
    </w:rPr>
  </w:style>
  <w:style w:type="character" w:customStyle="1" w:styleId="Kurzvatun">
    <w:name w:val="Kurzíva tučně"/>
    <w:basedOn w:val="Tun"/>
    <w:uiPriority w:val="1"/>
    <w:qFormat/>
    <w:rsid w:val="00557B15"/>
    <w:rPr>
      <w:rFonts w:ascii="Verdana" w:eastAsia="Times New Roman" w:hAnsi="Verdana" w:cs="Times New Roman"/>
      <w:b/>
      <w:i/>
      <w:sz w:val="18"/>
      <w:lang w:eastAsia="cs-CZ"/>
    </w:rPr>
  </w:style>
  <w:style w:type="paragraph" w:customStyle="1" w:styleId="Mstoadatum">
    <w:name w:val="Místo a datum"/>
    <w:basedOn w:val="Normln"/>
    <w:link w:val="MstoadatumChar"/>
    <w:qFormat/>
    <w:rsid w:val="00557B15"/>
    <w:pPr>
      <w:tabs>
        <w:tab w:val="right" w:pos="9063"/>
      </w:tabs>
      <w:spacing w:before="600" w:after="0"/>
      <w:outlineLvl w:val="0"/>
    </w:pPr>
    <w:rPr>
      <w:rFonts w:eastAsia="Calibri" w:cs="Times New Roman"/>
    </w:rPr>
  </w:style>
  <w:style w:type="character" w:customStyle="1" w:styleId="MstoadatumChar">
    <w:name w:val="Místo a datum Char"/>
    <w:basedOn w:val="Standardnpsmoodstavce"/>
    <w:link w:val="Mstoadatum"/>
    <w:rsid w:val="00557B15"/>
    <w:rPr>
      <w:rFonts w:eastAsia="Calibri" w:cs="Times New Roman"/>
    </w:rPr>
  </w:style>
  <w:style w:type="paragraph" w:customStyle="1" w:styleId="Zastoupen">
    <w:name w:val="Zastoupen"/>
    <w:basedOn w:val="Normln"/>
    <w:link w:val="ZastoupenChar"/>
    <w:rsid w:val="00557B15"/>
    <w:pPr>
      <w:widowControl w:val="0"/>
      <w:autoSpaceDE w:val="0"/>
      <w:spacing w:after="240"/>
    </w:pPr>
    <w:rPr>
      <w:rFonts w:eastAsia="Times New Roman" w:cs="Times New Roman"/>
      <w:lang w:eastAsia="cs-CZ"/>
    </w:rPr>
  </w:style>
  <w:style w:type="character" w:customStyle="1" w:styleId="ZastoupenChar">
    <w:name w:val="Zastoupen Char"/>
    <w:basedOn w:val="Standardnpsmoodstavce"/>
    <w:link w:val="Zastoupen"/>
    <w:rsid w:val="00557B15"/>
    <w:rPr>
      <w:rFonts w:eastAsia="Times New Roman" w:cs="Times New Roman"/>
      <w:lang w:eastAsia="cs-CZ"/>
    </w:rPr>
  </w:style>
  <w:style w:type="paragraph" w:customStyle="1" w:styleId="aodst">
    <w:name w:val="a) odst."/>
    <w:basedOn w:val="Odstavecseseznamem"/>
    <w:link w:val="aodstChar"/>
    <w:qFormat/>
    <w:rsid w:val="00557B15"/>
    <w:pPr>
      <w:numPr>
        <w:numId w:val="34"/>
      </w:numPr>
      <w:contextualSpacing w:val="0"/>
    </w:pPr>
    <w:rPr>
      <w:rFonts w:eastAsia="Calibri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557B15"/>
  </w:style>
  <w:style w:type="character" w:customStyle="1" w:styleId="aodstChar">
    <w:name w:val="a) odst. Char"/>
    <w:basedOn w:val="OdstavecseseznamemChar"/>
    <w:link w:val="aodst"/>
    <w:rsid w:val="00557B15"/>
    <w:rPr>
      <w:rFonts w:eastAsia="Calibri"/>
    </w:rPr>
  </w:style>
  <w:style w:type="paragraph" w:customStyle="1" w:styleId="Identifikace">
    <w:name w:val="Identifikace"/>
    <w:basedOn w:val="Normln"/>
    <w:link w:val="IdentifikaceChar"/>
    <w:qFormat/>
    <w:rsid w:val="00812EDC"/>
    <w:pPr>
      <w:widowControl w:val="0"/>
      <w:autoSpaceDE w:val="0"/>
      <w:spacing w:after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812E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EF58691-9421-4619-8DBA-718D8B6004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DE8E8E0-0CF7-44F7-BCC9-249CA51292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14</TotalTime>
  <Pages>1</Pages>
  <Words>216</Words>
  <Characters>1280</Characters>
  <Application>Microsoft Office Word</Application>
  <DocSecurity>0</DocSecurity>
  <Lines>10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Kopecká Michaela, Bc.</cp:lastModifiedBy>
  <cp:revision>11</cp:revision>
  <cp:lastPrinted>2017-11-28T17:18:00Z</cp:lastPrinted>
  <dcterms:created xsi:type="dcterms:W3CDTF">2022-04-01T11:44:00Z</dcterms:created>
  <dcterms:modified xsi:type="dcterms:W3CDTF">2024-09-06T07:55:00Z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